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3608B4" w:rsidRPr="009143B9" w:rsidTr="00C508A0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08B4" w:rsidRPr="009143B9" w:rsidRDefault="003608B4" w:rsidP="00C508A0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14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SEZNAM PODDODAVATELŮ, </w:t>
            </w:r>
          </w:p>
          <w:p w:rsidR="003608B4" w:rsidRDefault="003608B4" w:rsidP="007A3A7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kterým má dodavatel v úmyslu zadat část veřejné zakázky a názvem </w:t>
            </w:r>
            <w:r w:rsidR="00F71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P–</w:t>
            </w:r>
            <w:r w:rsidR="00C41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Pankrác </w:t>
            </w:r>
            <w:r w:rsidR="007A3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C41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2B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Výměna</w:t>
            </w:r>
          </w:p>
          <w:p w:rsidR="00F92B17" w:rsidRPr="009143B9" w:rsidRDefault="00F92B17" w:rsidP="007A3A71">
            <w:pPr>
              <w:spacing w:after="12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vnitřních rozvodů vody</w:t>
            </w:r>
          </w:p>
        </w:tc>
      </w:tr>
      <w:tr w:rsidR="003608B4" w:rsidRPr="009143B9" w:rsidTr="00C508A0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3608B4" w:rsidRPr="009143B9" w:rsidRDefault="003608B4" w:rsidP="00C508A0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  <w:r w:rsidRPr="009143B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IDENTIFIKAČNÍ ÚDAJE PODDODAVATELE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3608B4" w:rsidRPr="009143B9" w:rsidRDefault="003608B4" w:rsidP="00C508A0">
            <w:pPr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Věcně vymezené části plnění veřejné zakázky,</w:t>
            </w:r>
          </w:p>
          <w:p w:rsidR="003608B4" w:rsidRPr="009143B9" w:rsidRDefault="003608B4" w:rsidP="00C508A0">
            <w:pPr>
              <w:spacing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kterou dodavatel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3608B4" w:rsidRPr="009143B9" w:rsidRDefault="003608B4" w:rsidP="00C508A0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 podíl</w:t>
            </w:r>
          </w:p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na plnění veřejné zakázky</w:t>
            </w: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1"/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3"/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Název: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Sídlo/místo podnikání: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Tel./fax: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E-mail: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IČO: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t>Kontaktní osoba:</w:t>
            </w:r>
          </w:p>
        </w:tc>
        <w:tc>
          <w:tcPr>
            <w:tcW w:w="2520" w:type="dxa"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instrText xml:space="preserve"> FORMTEXT </w:instrTex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noProof/>
                <w:sz w:val="20"/>
                <w:szCs w:val="24"/>
              </w:rPr>
              <w:t> </w:t>
            </w:r>
            <w:r w:rsidRPr="009143B9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vMerge/>
          </w:tcPr>
          <w:p w:rsidR="003608B4" w:rsidRPr="009143B9" w:rsidRDefault="003608B4" w:rsidP="00C5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B4" w:rsidRPr="009143B9" w:rsidTr="00C508A0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608B4" w:rsidRPr="009143B9" w:rsidRDefault="003608B4" w:rsidP="00C5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8B4" w:rsidRPr="009143B9" w:rsidRDefault="003608B4" w:rsidP="003608B4">
      <w:pPr>
        <w:ind w:left="720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</w:p>
    <w:p w:rsidR="00BE7D35" w:rsidRDefault="00AA5D44"/>
    <w:sectPr w:rsidR="00BE7D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EC" w:rsidRDefault="003E2EEC" w:rsidP="003608B4">
      <w:r>
        <w:separator/>
      </w:r>
    </w:p>
  </w:endnote>
  <w:endnote w:type="continuationSeparator" w:id="0">
    <w:p w:rsidR="003E2EEC" w:rsidRDefault="003E2EEC" w:rsidP="0036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EC" w:rsidRDefault="003E2EEC" w:rsidP="003608B4">
      <w:r>
        <w:separator/>
      </w:r>
    </w:p>
  </w:footnote>
  <w:footnote w:type="continuationSeparator" w:id="0">
    <w:p w:rsidR="003E2EEC" w:rsidRDefault="003E2EEC" w:rsidP="00360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8B4" w:rsidRPr="003608B4" w:rsidRDefault="00F71C06" w:rsidP="003608B4">
    <w:pPr>
      <w:pStyle w:val="Zhlav"/>
      <w:jc w:val="center"/>
      <w:rPr>
        <w:i/>
      </w:rPr>
    </w:pPr>
    <w:r>
      <w:rPr>
        <w:rFonts w:ascii="Times New Roman" w:hAnsi="Times New Roman" w:cs="Times New Roman"/>
        <w:b/>
        <w:bCs/>
        <w:i/>
        <w:sz w:val="24"/>
        <w:szCs w:val="24"/>
      </w:rPr>
      <w:t>P–</w:t>
    </w:r>
    <w:r w:rsidR="00C41D80">
      <w:rPr>
        <w:rFonts w:ascii="Times New Roman" w:hAnsi="Times New Roman" w:cs="Times New Roman"/>
        <w:b/>
        <w:bCs/>
        <w:i/>
        <w:sz w:val="24"/>
        <w:szCs w:val="24"/>
      </w:rPr>
      <w:t xml:space="preserve">Pankrác </w:t>
    </w:r>
    <w:r w:rsidR="00F92B17">
      <w:rPr>
        <w:rFonts w:ascii="Times New Roman" w:hAnsi="Times New Roman" w:cs="Times New Roman"/>
        <w:b/>
        <w:bCs/>
        <w:i/>
        <w:sz w:val="24"/>
        <w:szCs w:val="24"/>
      </w:rPr>
      <w:t>– Výměna vnitřních rozvodů vody</w:t>
    </w:r>
    <w:r w:rsidR="00C41D80">
      <w:rPr>
        <w:rFonts w:ascii="Times New Roman" w:hAnsi="Times New Roman" w:cs="Times New Roman"/>
        <w:b/>
        <w:bCs/>
        <w:i/>
        <w:sz w:val="24"/>
        <w:szCs w:val="24"/>
      </w:rPr>
      <w:t>, příloha č. 3</w:t>
    </w:r>
    <w:r w:rsidR="00E9275C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C"/>
    <w:rsid w:val="000B4DBF"/>
    <w:rsid w:val="003608B4"/>
    <w:rsid w:val="003E2EEC"/>
    <w:rsid w:val="004F61FF"/>
    <w:rsid w:val="006A4A23"/>
    <w:rsid w:val="007A3A71"/>
    <w:rsid w:val="00827917"/>
    <w:rsid w:val="00AA5D44"/>
    <w:rsid w:val="00BE45B3"/>
    <w:rsid w:val="00C41D80"/>
    <w:rsid w:val="00E1289C"/>
    <w:rsid w:val="00E9275C"/>
    <w:rsid w:val="00F71C06"/>
    <w:rsid w:val="00F9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8B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C06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C0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8B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08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8B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C06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C0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FF1C6DA5</Template>
  <TotalTime>1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Polanský Tomáš, Bc.</dc:creator>
  <cp:lastModifiedBy>Viesner Čeněk</cp:lastModifiedBy>
  <cp:revision>2</cp:revision>
  <cp:lastPrinted>2018-02-19T08:44:00Z</cp:lastPrinted>
  <dcterms:created xsi:type="dcterms:W3CDTF">2018-02-21T06:50:00Z</dcterms:created>
  <dcterms:modified xsi:type="dcterms:W3CDTF">2018-02-21T06:50:00Z</dcterms:modified>
</cp:coreProperties>
</file>